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93" w:rsidRDefault="00AE0E93" w:rsidP="00073FE8">
      <w:pPr>
        <w:jc w:val="center"/>
        <w:rPr>
          <w:b/>
          <w:bCs/>
          <w:sz w:val="36"/>
          <w:szCs w:val="36"/>
        </w:rPr>
      </w:pPr>
    </w:p>
    <w:p w:rsidR="00AE0E93" w:rsidRDefault="00AE0E93" w:rsidP="00073FE8">
      <w:pPr>
        <w:jc w:val="center"/>
        <w:rPr>
          <w:b/>
          <w:bCs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alt="Fienberg Crest crop" style="position:absolute;left:0;text-align:left;margin-left:402pt;margin-top:-74.25pt;width:82.5pt;height:66pt;z-index:251658240;visibility:visible">
            <v:imagedata r:id="rId7" o:title=""/>
          </v:shape>
        </w:pict>
      </w:r>
      <w:r>
        <w:rPr>
          <w:noProof/>
        </w:rPr>
        <w:pict>
          <v:shape id="Picture 3" o:spid="_x0000_s1027" type="#_x0000_t75" alt="Fienberg Crest crop" style="position:absolute;left:0;text-align:left;margin-left:-55.5pt;margin-top:-74.25pt;width:82.5pt;height:66pt;z-index:251657216;visibility:visible">
            <v:imagedata r:id="rId7" o:title=""/>
          </v:shape>
        </w:pict>
      </w:r>
      <w:r>
        <w:rPr>
          <w:b/>
          <w:bCs/>
          <w:sz w:val="36"/>
          <w:szCs w:val="36"/>
        </w:rPr>
        <w:t>Activity Title:</w:t>
      </w:r>
      <w:r>
        <w:rPr>
          <w:b/>
          <w:bCs/>
          <w:sz w:val="36"/>
          <w:szCs w:val="36"/>
          <w:u w:val="single"/>
        </w:rPr>
        <w:t>_______________________</w:t>
      </w:r>
    </w:p>
    <w:p w:rsidR="00AE0E93" w:rsidRDefault="00AE0E93" w:rsidP="0003149E">
      <w:pPr>
        <w:rPr>
          <w:sz w:val="28"/>
          <w:szCs w:val="28"/>
        </w:rPr>
      </w:pPr>
      <w:r>
        <w:rPr>
          <w:b/>
          <w:bCs/>
          <w:sz w:val="36"/>
          <w:szCs w:val="36"/>
        </w:rPr>
        <w:t xml:space="preserve">                 Date: </w:t>
      </w:r>
      <w:r>
        <w:rPr>
          <w:b/>
          <w:bCs/>
          <w:sz w:val="36"/>
          <w:szCs w:val="36"/>
          <w:u w:val="single"/>
        </w:rPr>
        <w:t>______________________</w:t>
      </w:r>
      <w:bookmarkStart w:id="0" w:name="_GoBack"/>
      <w:bookmarkEnd w:id="0"/>
      <w:r>
        <w:rPr>
          <w:b/>
          <w:bCs/>
          <w:sz w:val="36"/>
          <w:szCs w:val="36"/>
          <w:u w:val="single"/>
        </w:rPr>
        <w:t>________</w:t>
      </w:r>
    </w:p>
    <w:p w:rsidR="00AE0E93" w:rsidRDefault="00AE0E93" w:rsidP="00073FE8">
      <w:pPr>
        <w:jc w:val="center"/>
        <w:rPr>
          <w:sz w:val="28"/>
          <w:szCs w:val="28"/>
        </w:rPr>
      </w:pPr>
    </w:p>
    <w:p w:rsidR="00AE0E93" w:rsidRPr="00904993" w:rsidRDefault="00AE0E93" w:rsidP="00073FE8">
      <w:pPr>
        <w:jc w:val="center"/>
        <w:rPr>
          <w:sz w:val="28"/>
          <w:szCs w:val="28"/>
        </w:rPr>
      </w:pPr>
    </w:p>
    <w:tbl>
      <w:tblPr>
        <w:tblW w:w="8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"/>
        <w:gridCol w:w="2812"/>
        <w:gridCol w:w="2700"/>
        <w:gridCol w:w="2880"/>
      </w:tblGrid>
      <w:tr w:rsidR="00AE0E93" w:rsidRPr="00E753FF" w:rsidTr="009F283E"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b/>
                <w:bCs/>
                <w:sz w:val="32"/>
                <w:szCs w:val="32"/>
              </w:rPr>
            </w:pPr>
            <w:r w:rsidRPr="00E753FF">
              <w:rPr>
                <w:b/>
                <w:bCs/>
                <w:sz w:val="32"/>
                <w:szCs w:val="32"/>
              </w:rPr>
              <w:t>Parent</w:t>
            </w:r>
            <w:r>
              <w:rPr>
                <w:b/>
                <w:bCs/>
                <w:sz w:val="32"/>
                <w:szCs w:val="32"/>
              </w:rPr>
              <w:t>’s</w:t>
            </w:r>
            <w:r w:rsidRPr="00E753FF">
              <w:rPr>
                <w:b/>
                <w:bCs/>
                <w:sz w:val="32"/>
                <w:szCs w:val="32"/>
              </w:rPr>
              <w:t xml:space="preserve"> name</w:t>
            </w: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b/>
                <w:bCs/>
                <w:sz w:val="32"/>
                <w:szCs w:val="32"/>
              </w:rPr>
            </w:pPr>
            <w:r w:rsidRPr="00E753FF">
              <w:rPr>
                <w:b/>
                <w:bCs/>
                <w:sz w:val="32"/>
                <w:szCs w:val="32"/>
              </w:rPr>
              <w:t>Student</w:t>
            </w:r>
            <w:r>
              <w:rPr>
                <w:b/>
                <w:bCs/>
                <w:sz w:val="32"/>
                <w:szCs w:val="32"/>
              </w:rPr>
              <w:t>’s</w:t>
            </w:r>
            <w:r w:rsidRPr="00E753FF">
              <w:rPr>
                <w:b/>
                <w:bCs/>
                <w:sz w:val="32"/>
                <w:szCs w:val="32"/>
              </w:rPr>
              <w:t xml:space="preserve"> name</w:t>
            </w: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b/>
                <w:bCs/>
                <w:sz w:val="52"/>
                <w:szCs w:val="52"/>
              </w:rPr>
            </w:pPr>
            <w:r w:rsidRPr="00E753FF">
              <w:rPr>
                <w:b/>
                <w:bCs/>
                <w:sz w:val="32"/>
                <w:szCs w:val="32"/>
              </w:rPr>
              <w:t>Phone#</w:t>
            </w: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812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E7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12" w:type="dxa"/>
          </w:tcPr>
          <w:p w:rsidR="00AE0E93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E0E93" w:rsidRPr="00E753FF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  <w:r w:rsidRPr="00E753FF">
              <w:rPr>
                <w:b/>
                <w:bCs/>
                <w:sz w:val="32"/>
                <w:szCs w:val="32"/>
              </w:rPr>
              <w:t>Parent</w:t>
            </w:r>
            <w:r>
              <w:rPr>
                <w:b/>
                <w:bCs/>
                <w:sz w:val="32"/>
                <w:szCs w:val="32"/>
              </w:rPr>
              <w:t>’s</w:t>
            </w:r>
            <w:r w:rsidRPr="00E753FF">
              <w:rPr>
                <w:b/>
                <w:bCs/>
                <w:sz w:val="32"/>
                <w:szCs w:val="32"/>
              </w:rPr>
              <w:t xml:space="preserve"> name</w:t>
            </w:r>
          </w:p>
        </w:tc>
        <w:tc>
          <w:tcPr>
            <w:tcW w:w="2700" w:type="dxa"/>
          </w:tcPr>
          <w:p w:rsidR="00AE0E93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E0E93" w:rsidRPr="00E753FF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  <w:r w:rsidRPr="00E753FF">
              <w:rPr>
                <w:b/>
                <w:bCs/>
                <w:sz w:val="32"/>
                <w:szCs w:val="32"/>
              </w:rPr>
              <w:t>Student</w:t>
            </w:r>
            <w:r>
              <w:rPr>
                <w:b/>
                <w:bCs/>
                <w:sz w:val="32"/>
                <w:szCs w:val="32"/>
              </w:rPr>
              <w:t>’s</w:t>
            </w:r>
            <w:r w:rsidRPr="00E753FF">
              <w:rPr>
                <w:b/>
                <w:bCs/>
                <w:sz w:val="32"/>
                <w:szCs w:val="32"/>
              </w:rPr>
              <w:t xml:space="preserve"> name</w:t>
            </w:r>
          </w:p>
        </w:tc>
        <w:tc>
          <w:tcPr>
            <w:tcW w:w="2880" w:type="dxa"/>
          </w:tcPr>
          <w:p w:rsidR="00AE0E93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E0E93" w:rsidRPr="00E753FF" w:rsidRDefault="00AE0E93" w:rsidP="009936D1">
            <w:pPr>
              <w:jc w:val="center"/>
              <w:rPr>
                <w:b/>
                <w:bCs/>
                <w:sz w:val="52"/>
                <w:szCs w:val="52"/>
              </w:rPr>
            </w:pPr>
            <w:r w:rsidRPr="00E753FF">
              <w:rPr>
                <w:b/>
                <w:bCs/>
                <w:sz w:val="32"/>
                <w:szCs w:val="32"/>
              </w:rPr>
              <w:t>Phone#</w:t>
            </w: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E753FF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9F283E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9F283E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9F283E" w:rsidTr="009F283E">
        <w:trPr>
          <w:trHeight w:val="602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2812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E0E93" w:rsidRPr="009F283E" w:rsidTr="001715ED">
        <w:trPr>
          <w:trHeight w:val="575"/>
        </w:trPr>
        <w:tc>
          <w:tcPr>
            <w:tcW w:w="536" w:type="dxa"/>
          </w:tcPr>
          <w:p w:rsidR="00AE0E93" w:rsidRPr="00E753FF" w:rsidRDefault="00AE0E93" w:rsidP="009936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2812" w:type="dxa"/>
          </w:tcPr>
          <w:p w:rsidR="00AE0E93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80" w:type="dxa"/>
          </w:tcPr>
          <w:p w:rsidR="00AE0E93" w:rsidRPr="009F283E" w:rsidRDefault="00AE0E93" w:rsidP="009936D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AE0E93" w:rsidRPr="00916100" w:rsidRDefault="00AE0E93" w:rsidP="001715ED">
      <w:pPr>
        <w:jc w:val="center"/>
      </w:pPr>
    </w:p>
    <w:sectPr w:rsidR="00AE0E93" w:rsidRPr="00916100" w:rsidSect="001715ED">
      <w:headerReference w:type="default" r:id="rId8"/>
      <w:pgSz w:w="12240" w:h="15840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E93" w:rsidRDefault="00AE0E93" w:rsidP="00E753FF">
      <w:r>
        <w:separator/>
      </w:r>
    </w:p>
  </w:endnote>
  <w:endnote w:type="continuationSeparator" w:id="0">
    <w:p w:rsidR="00AE0E93" w:rsidRDefault="00AE0E93" w:rsidP="00E75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E93" w:rsidRDefault="00AE0E93" w:rsidP="00E753FF">
      <w:r>
        <w:separator/>
      </w:r>
    </w:p>
  </w:footnote>
  <w:footnote w:type="continuationSeparator" w:id="0">
    <w:p w:rsidR="00AE0E93" w:rsidRDefault="00AE0E93" w:rsidP="00E75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93" w:rsidRPr="0044212F" w:rsidRDefault="00AE0E93" w:rsidP="00E753FF">
    <w:pPr>
      <w:jc w:val="center"/>
      <w:rPr>
        <w:b/>
        <w:bCs/>
      </w:rPr>
    </w:pPr>
    <w:r w:rsidRPr="0044212F">
      <w:rPr>
        <w:b/>
        <w:bCs/>
      </w:rPr>
      <w:t>Fienberg Fisher K-8 Center</w:t>
    </w:r>
  </w:p>
  <w:p w:rsidR="00AE0E93" w:rsidRPr="0044212F" w:rsidRDefault="00AE0E93" w:rsidP="0003149E">
    <w:pPr>
      <w:jc w:val="center"/>
      <w:rPr>
        <w:b/>
        <w:bCs/>
      </w:rPr>
    </w:pPr>
    <w:smartTag w:uri="urn:schemas-microsoft-com:office:smarttags" w:element="place">
      <w:smartTag w:uri="urn:schemas-microsoft-com:office:smarttags" w:element="PlaceName">
        <w:r w:rsidRPr="0044212F">
          <w:rPr>
            <w:b/>
            <w:bCs/>
          </w:rPr>
          <w:t>International</w:t>
        </w:r>
      </w:smartTag>
      <w:r w:rsidRPr="0044212F">
        <w:rPr>
          <w:b/>
          <w:bCs/>
        </w:rPr>
        <w:t xml:space="preserve"> </w:t>
      </w:r>
      <w:smartTag w:uri="urn:schemas-microsoft-com:office:smarttags" w:element="PlaceName">
        <w:r w:rsidRPr="0044212F">
          <w:rPr>
            <w:b/>
            <w:bCs/>
          </w:rPr>
          <w:t>Baccalaureate</w:t>
        </w:r>
      </w:smartTag>
      <w:r w:rsidRPr="0044212F">
        <w:rPr>
          <w:b/>
          <w:bCs/>
        </w:rPr>
        <w:t xml:space="preserve"> </w:t>
      </w:r>
      <w:smartTag w:uri="urn:schemas-microsoft-com:office:smarttags" w:element="PlaceName">
        <w:r>
          <w:rPr>
            <w:b/>
            <w:bCs/>
          </w:rPr>
          <w:t>World</w:t>
        </w:r>
      </w:smartTag>
      <w:r>
        <w:rPr>
          <w:b/>
          <w:bCs/>
        </w:rPr>
        <w:t xml:space="preserve"> </w:t>
      </w:r>
      <w:smartTag w:uri="urn:schemas-microsoft-com:office:smarttags" w:element="PlaceType">
        <w:r>
          <w:rPr>
            <w:b/>
            <w:bCs/>
          </w:rPr>
          <w:t>School</w:t>
        </w:r>
      </w:smartTag>
    </w:smartTag>
  </w:p>
  <w:p w:rsidR="00AE0E93" w:rsidRPr="0044212F" w:rsidRDefault="00AE0E93" w:rsidP="00E753FF">
    <w:pPr>
      <w:jc w:val="center"/>
      <w:rPr>
        <w:b/>
        <w:bCs/>
      </w:rPr>
    </w:pPr>
    <w:r w:rsidRPr="0044212F">
      <w:rPr>
        <w:b/>
        <w:bCs/>
      </w:rPr>
      <w:t>Title I School</w:t>
    </w:r>
  </w:p>
  <w:p w:rsidR="00AE0E93" w:rsidRDefault="00AE0E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3D61"/>
    <w:multiLevelType w:val="hybridMultilevel"/>
    <w:tmpl w:val="029691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965"/>
    <w:rsid w:val="00025D7C"/>
    <w:rsid w:val="0003149E"/>
    <w:rsid w:val="0006656F"/>
    <w:rsid w:val="00073FE8"/>
    <w:rsid w:val="00112244"/>
    <w:rsid w:val="001715ED"/>
    <w:rsid w:val="001A72D8"/>
    <w:rsid w:val="001E213D"/>
    <w:rsid w:val="00285C3D"/>
    <w:rsid w:val="00295343"/>
    <w:rsid w:val="002E4BFA"/>
    <w:rsid w:val="00372A07"/>
    <w:rsid w:val="00391907"/>
    <w:rsid w:val="00397B6E"/>
    <w:rsid w:val="003B0F46"/>
    <w:rsid w:val="003B431B"/>
    <w:rsid w:val="003C6912"/>
    <w:rsid w:val="003D2965"/>
    <w:rsid w:val="003D50B9"/>
    <w:rsid w:val="00410BE1"/>
    <w:rsid w:val="00421E69"/>
    <w:rsid w:val="0044212F"/>
    <w:rsid w:val="00476720"/>
    <w:rsid w:val="004D646F"/>
    <w:rsid w:val="005B0B6A"/>
    <w:rsid w:val="00667665"/>
    <w:rsid w:val="00705092"/>
    <w:rsid w:val="007259A1"/>
    <w:rsid w:val="00813613"/>
    <w:rsid w:val="00834AF5"/>
    <w:rsid w:val="00845FB4"/>
    <w:rsid w:val="008802CF"/>
    <w:rsid w:val="008C3134"/>
    <w:rsid w:val="00904993"/>
    <w:rsid w:val="00916100"/>
    <w:rsid w:val="009251F1"/>
    <w:rsid w:val="009936D1"/>
    <w:rsid w:val="00995293"/>
    <w:rsid w:val="009E6856"/>
    <w:rsid w:val="009F283E"/>
    <w:rsid w:val="00A13BE0"/>
    <w:rsid w:val="00A409F7"/>
    <w:rsid w:val="00A41C66"/>
    <w:rsid w:val="00AE0E93"/>
    <w:rsid w:val="00B14758"/>
    <w:rsid w:val="00BE103D"/>
    <w:rsid w:val="00C7438F"/>
    <w:rsid w:val="00C97DA2"/>
    <w:rsid w:val="00CB52B8"/>
    <w:rsid w:val="00CD1F90"/>
    <w:rsid w:val="00CD377B"/>
    <w:rsid w:val="00D96D6D"/>
    <w:rsid w:val="00E44FC1"/>
    <w:rsid w:val="00E671B0"/>
    <w:rsid w:val="00E753FF"/>
    <w:rsid w:val="00F078B8"/>
    <w:rsid w:val="00F40F61"/>
    <w:rsid w:val="00FF5151"/>
    <w:rsid w:val="00FF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2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161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753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53F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753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753F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75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75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61</Words>
  <Characters>354</Characters>
  <Application>Microsoft Office Outlook</Application>
  <DocSecurity>0</DocSecurity>
  <Lines>0</Lines>
  <Paragraphs>0</Paragraphs>
  <ScaleCrop>false</ScaleCrop>
  <Company>Fienberg Fisher Elementary / M-DCPS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Fienberg Fisher Elementary School</dc:title>
  <dc:subject/>
  <dc:creator>mbetance</dc:creator>
  <cp:keywords/>
  <dc:description/>
  <cp:lastModifiedBy>MDCPS</cp:lastModifiedBy>
  <cp:revision>4</cp:revision>
  <cp:lastPrinted>2011-11-16T16:14:00Z</cp:lastPrinted>
  <dcterms:created xsi:type="dcterms:W3CDTF">2011-11-16T16:21:00Z</dcterms:created>
  <dcterms:modified xsi:type="dcterms:W3CDTF">2012-11-18T13:55:00Z</dcterms:modified>
</cp:coreProperties>
</file>